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5C417F96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433A6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1BE33821" w14:textId="356EF9F0" w:rsidR="00666916" w:rsidRPr="00447B8F" w:rsidRDefault="00666916" w:rsidP="00666916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 xml:space="preserve">referenčních zakázek v rámci technické </w:t>
      </w:r>
      <w:r w:rsidRPr="00447B8F">
        <w:rPr>
          <w:rFonts w:ascii="Arial" w:hAnsi="Arial" w:cs="Arial"/>
          <w:b/>
        </w:rPr>
        <w:t>kvalifikace</w:t>
      </w:r>
      <w:r>
        <w:rPr>
          <w:rFonts w:ascii="Arial" w:hAnsi="Arial" w:cs="Arial"/>
          <w:b/>
        </w:rPr>
        <w:t xml:space="preserve"> </w:t>
      </w:r>
      <w:r w:rsidRPr="00447B8F">
        <w:rPr>
          <w:rFonts w:ascii="Arial" w:hAnsi="Arial" w:cs="Arial"/>
          <w:b/>
        </w:rPr>
        <w:t xml:space="preserve">na </w:t>
      </w:r>
      <w:r w:rsidR="00C0068B">
        <w:rPr>
          <w:rFonts w:ascii="Arial" w:hAnsi="Arial" w:cs="Arial"/>
          <w:b/>
        </w:rPr>
        <w:t>podlimitní</w:t>
      </w:r>
      <w:r>
        <w:rPr>
          <w:rFonts w:ascii="Arial" w:hAnsi="Arial" w:cs="Arial"/>
          <w:b/>
        </w:rPr>
        <w:t xml:space="preserve"> veřejnou zakázku zadávanou v otevřeném řízení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072A7D74" w:rsidR="00D8160F" w:rsidRPr="00447B8F" w:rsidRDefault="00D8160F" w:rsidP="00C0068B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68B">
              <w:rPr>
                <w:rFonts w:ascii="Arial" w:hAnsi="Arial" w:cs="Arial"/>
                <w:sz w:val="20"/>
                <w:szCs w:val="20"/>
              </w:rPr>
              <w:t>VZ32</w:t>
            </w:r>
            <w:r w:rsidR="00447B8F">
              <w:rPr>
                <w:rFonts w:ascii="Arial" w:hAnsi="Arial" w:cs="Arial"/>
                <w:sz w:val="20"/>
                <w:szCs w:val="20"/>
              </w:rPr>
              <w:t>/201</w:t>
            </w:r>
            <w:r w:rsidR="00666916">
              <w:rPr>
                <w:rFonts w:ascii="Arial" w:hAnsi="Arial" w:cs="Arial"/>
                <w:sz w:val="20"/>
                <w:szCs w:val="20"/>
              </w:rPr>
              <w:t>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6669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68B">
              <w:rPr>
                <w:rFonts w:ascii="Arial" w:hAnsi="Arial" w:cs="Arial"/>
                <w:sz w:val="20"/>
                <w:szCs w:val="20"/>
              </w:rPr>
              <w:t xml:space="preserve">Certifikační služby v návaznosti na </w:t>
            </w:r>
            <w:proofErr w:type="spellStart"/>
            <w:r w:rsidR="00C0068B">
              <w:rPr>
                <w:rFonts w:ascii="Arial" w:hAnsi="Arial" w:cs="Arial"/>
                <w:sz w:val="20"/>
                <w:szCs w:val="20"/>
              </w:rPr>
              <w:t>eIDAS</w:t>
            </w:r>
            <w:proofErr w:type="spellEnd"/>
            <w:r w:rsid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5AF26C52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21325F68" w14:textId="2AACF12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7ABA208" w14:textId="444B0F49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E9638DE" w14:textId="4C12A4C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248BCF7" w14:textId="2A64B30C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4359B36" w14:textId="30A2A815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B16EBE4" w14:textId="6A527202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7EC98BB" w14:textId="07ED144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D2E9E9D" w14:textId="01A8814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3873895C" w14:textId="64AACE5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7B9CA47" w14:textId="5619881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C86278F" w14:textId="4B7B363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50DA9B7D" w14:textId="462322D7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CFC73F6" w14:textId="158E72E8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14DAED73" w14:textId="3BF63316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F12AC28" w14:textId="6E0C583D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AA20F06" w14:textId="2242440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338FE1C" w14:textId="066F9627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1E0132A" w14:textId="2F625B2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B4E997D" w14:textId="186CF54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709CF00" w14:textId="02D98C4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EE79C04" w14:textId="0734F58B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15BC8F92" w14:textId="1529092F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252166E" w14:textId="1CD6C34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60EA314" w14:textId="746B3A39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50A5A527" w14:textId="17DBCBA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620E8C9" w14:textId="61C072AB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F0F6A5C" w14:textId="77777777" w:rsidR="00611635" w:rsidRDefault="00611635" w:rsidP="001137C9">
      <w:pPr>
        <w:rPr>
          <w:rFonts w:ascii="Arial" w:hAnsi="Arial" w:cs="Arial"/>
          <w:b/>
          <w:sz w:val="20"/>
          <w:szCs w:val="18"/>
          <w:u w:val="single"/>
        </w:rPr>
      </w:pPr>
    </w:p>
    <w:p w14:paraId="36B9BAA7" w14:textId="1DEC66B7" w:rsidR="008B65D7" w:rsidRPr="00666916" w:rsidRDefault="00C0068B" w:rsidP="001137C9">
      <w:pPr>
        <w:rPr>
          <w:rFonts w:ascii="Arial" w:hAnsi="Arial" w:cs="Arial"/>
          <w:b/>
          <w:sz w:val="20"/>
          <w:szCs w:val="18"/>
          <w:u w:val="single"/>
        </w:rPr>
      </w:pPr>
      <w:r>
        <w:rPr>
          <w:rFonts w:ascii="Arial" w:hAnsi="Arial" w:cs="Arial"/>
          <w:b/>
          <w:sz w:val="20"/>
          <w:szCs w:val="18"/>
          <w:u w:val="single"/>
        </w:rPr>
        <w:lastRenderedPageBreak/>
        <w:t>Referenční zakázky:</w:t>
      </w:r>
    </w:p>
    <w:p w14:paraId="0D352B24" w14:textId="77777777" w:rsidR="00666916" w:rsidRPr="00447B8F" w:rsidRDefault="00666916" w:rsidP="001137C9">
      <w:pPr>
        <w:rPr>
          <w:rFonts w:ascii="Arial" w:hAnsi="Arial" w:cs="Arial"/>
          <w:sz w:val="18"/>
          <w:szCs w:val="18"/>
        </w:rPr>
      </w:pPr>
    </w:p>
    <w:p w14:paraId="14409B6E" w14:textId="6BBE4D2B" w:rsidR="00666916" w:rsidRPr="00447B8F" w:rsidRDefault="00666916" w:rsidP="0066691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0068B"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 xml:space="preserve"> čestně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607E65">
        <w:rPr>
          <w:rFonts w:ascii="Arial" w:hAnsi="Arial" w:cs="Arial"/>
          <w:sz w:val="20"/>
          <w:szCs w:val="20"/>
        </w:rPr>
        <w:t xml:space="preserve">ke dni podání nabídek splňuje </w:t>
      </w:r>
      <w:r w:rsidR="00C0068B">
        <w:rPr>
          <w:rFonts w:ascii="Arial" w:hAnsi="Arial" w:cs="Arial"/>
          <w:sz w:val="20"/>
          <w:szCs w:val="20"/>
        </w:rPr>
        <w:t xml:space="preserve">z hlediska referenčních zakázek </w:t>
      </w:r>
      <w:r w:rsidRPr="00607E65">
        <w:rPr>
          <w:rFonts w:ascii="Arial" w:hAnsi="Arial" w:cs="Arial"/>
          <w:sz w:val="20"/>
          <w:szCs w:val="20"/>
        </w:rPr>
        <w:t>technickou kvalifikaci dle podmínek stanovených v zadávací dokumentaci</w:t>
      </w:r>
      <w:r w:rsidR="00611635">
        <w:rPr>
          <w:rFonts w:ascii="Arial" w:hAnsi="Arial" w:cs="Arial"/>
          <w:sz w:val="20"/>
          <w:szCs w:val="20"/>
        </w:rPr>
        <w:t xml:space="preserve"> veřejné zakázky</w:t>
      </w:r>
      <w:r w:rsidRPr="00607E65">
        <w:rPr>
          <w:rFonts w:ascii="Arial" w:hAnsi="Arial" w:cs="Arial"/>
          <w:sz w:val="20"/>
          <w:szCs w:val="20"/>
        </w:rPr>
        <w:t xml:space="preserve"> a dle § 79 ZZ</w:t>
      </w:r>
      <w:r>
        <w:rPr>
          <w:rFonts w:ascii="Arial" w:hAnsi="Arial" w:cs="Arial"/>
          <w:sz w:val="20"/>
          <w:szCs w:val="20"/>
        </w:rPr>
        <w:t>V</w:t>
      </w:r>
      <w:r w:rsidRPr="00607E65">
        <w:rPr>
          <w:rFonts w:ascii="Arial" w:hAnsi="Arial" w:cs="Arial"/>
          <w:sz w:val="20"/>
          <w:szCs w:val="20"/>
        </w:rPr>
        <w:t>Z, a to následujícím způsobem:</w:t>
      </w:r>
    </w:p>
    <w:p w14:paraId="784CDDB8" w14:textId="5F54FEA1" w:rsidR="00611635" w:rsidRPr="00447B8F" w:rsidRDefault="00611635" w:rsidP="00666916">
      <w:pPr>
        <w:rPr>
          <w:rFonts w:ascii="Arial" w:hAnsi="Arial" w:cs="Arial"/>
          <w:sz w:val="20"/>
          <w:szCs w:val="20"/>
        </w:rPr>
        <w:sectPr w:rsidR="00611635" w:rsidRPr="00447B8F" w:rsidSect="00666916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97BAA08" w14:textId="77777777" w:rsidR="00C0068B" w:rsidRDefault="00C0068B" w:rsidP="00666916">
      <w:pPr>
        <w:jc w:val="both"/>
        <w:rPr>
          <w:rFonts w:ascii="Arial" w:hAnsi="Arial" w:cs="Arial"/>
          <w:b/>
          <w:sz w:val="20"/>
          <w:szCs w:val="20"/>
        </w:rPr>
      </w:pPr>
    </w:p>
    <w:p w14:paraId="77A2CD30" w14:textId="5A8E8B1C" w:rsidR="00666916" w:rsidRPr="008B7000" w:rsidRDefault="00666916" w:rsidP="0066691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</w:p>
    <w:p w14:paraId="3BA6A9BE" w14:textId="399227F7" w:rsidR="00666916" w:rsidRPr="008B7000" w:rsidRDefault="00666916" w:rsidP="00666916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 w:rsidR="00611635">
        <w:rPr>
          <w:rFonts w:ascii="Arial" w:hAnsi="Arial" w:cs="Arial"/>
          <w:b/>
          <w:sz w:val="20"/>
          <w:szCs w:val="20"/>
        </w:rPr>
        <w:t xml:space="preserve"> č. 1 (min. hodnota </w:t>
      </w:r>
      <w:r w:rsidR="00C0068B">
        <w:rPr>
          <w:rFonts w:ascii="Arial" w:hAnsi="Arial" w:cs="Arial"/>
          <w:b/>
          <w:sz w:val="20"/>
          <w:szCs w:val="20"/>
        </w:rPr>
        <w:t>3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03CAA8E1" w14:textId="77777777" w:rsidR="00666916" w:rsidRPr="00447B8F" w:rsidRDefault="00666916" w:rsidP="0066691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6916" w:rsidRPr="00447B8F" w14:paraId="1C4FD25E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10BD84D3" w14:textId="4829DEF8" w:rsidR="00666916" w:rsidRPr="00447B8F" w:rsidRDefault="00666916" w:rsidP="00611635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611635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519D5843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399D6DF0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D461353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603350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5D69F241" w14:textId="77777777" w:rsidTr="00611635">
        <w:trPr>
          <w:trHeight w:val="1727"/>
        </w:trPr>
        <w:tc>
          <w:tcPr>
            <w:tcW w:w="4179" w:type="dxa"/>
            <w:shd w:val="clear" w:color="auto" w:fill="auto"/>
          </w:tcPr>
          <w:p w14:paraId="678F5CE9" w14:textId="77777777" w:rsidR="00666916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1EC56DA" w14:textId="56AFF87A" w:rsidR="00666916" w:rsidRPr="00447B8F" w:rsidRDefault="00666916" w:rsidP="00C0068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68B">
              <w:rPr>
                <w:rFonts w:ascii="Arial" w:hAnsi="Arial" w:cs="Arial"/>
                <w:sz w:val="20"/>
                <w:szCs w:val="20"/>
              </w:rPr>
              <w:t>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max. 400 znaků)</w:t>
            </w:r>
          </w:p>
        </w:tc>
        <w:tc>
          <w:tcPr>
            <w:tcW w:w="4326" w:type="dxa"/>
            <w:shd w:val="clear" w:color="auto" w:fill="auto"/>
          </w:tcPr>
          <w:p w14:paraId="62CC9481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61B901C2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47F8CD7" w14:textId="4889F8E6" w:rsidR="00666916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Hodnota </w:t>
            </w:r>
            <w:r w:rsidR="00C0068B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6C4AFD27" w14:textId="66C2B583" w:rsidR="00666916" w:rsidRPr="00447B8F" w:rsidRDefault="00666916" w:rsidP="00611635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 w:rsidR="00611635"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DEB456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3E575441" w14:textId="77777777" w:rsidTr="00611635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11856A5D" w14:textId="0517B0BB" w:rsidR="00666916" w:rsidRPr="00447B8F" w:rsidRDefault="00666916" w:rsidP="0061163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611635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4E2111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7481B9A" w14:textId="3F225391" w:rsidR="00666916" w:rsidRDefault="00666916" w:rsidP="00666916">
      <w:pPr>
        <w:pStyle w:val="Odstavecseseznamem"/>
        <w:rPr>
          <w:rFonts w:ascii="Arial" w:hAnsi="Arial" w:cs="Arial"/>
          <w:sz w:val="20"/>
          <w:szCs w:val="20"/>
        </w:rPr>
      </w:pPr>
    </w:p>
    <w:p w14:paraId="65927813" w14:textId="47315C77" w:rsidR="00611635" w:rsidRDefault="00611635" w:rsidP="00666916">
      <w:pPr>
        <w:pStyle w:val="Odstavecseseznamem"/>
        <w:rPr>
          <w:rFonts w:ascii="Arial" w:hAnsi="Arial" w:cs="Arial"/>
          <w:sz w:val="20"/>
          <w:szCs w:val="20"/>
        </w:rPr>
      </w:pPr>
    </w:p>
    <w:p w14:paraId="6457C28D" w14:textId="77777777" w:rsidR="00666916" w:rsidRPr="008B7000" w:rsidRDefault="00666916" w:rsidP="00666916">
      <w:pPr>
        <w:rPr>
          <w:rFonts w:ascii="Arial" w:hAnsi="Arial" w:cs="Arial"/>
          <w:b/>
          <w:sz w:val="20"/>
        </w:rPr>
      </w:pPr>
      <w:r w:rsidRPr="008B7000">
        <w:rPr>
          <w:rFonts w:ascii="Arial" w:hAnsi="Arial" w:cs="Arial"/>
          <w:b/>
          <w:sz w:val="20"/>
        </w:rPr>
        <w:t>B)</w:t>
      </w:r>
    </w:p>
    <w:p w14:paraId="5B5B79A1" w14:textId="3EEB6FC2" w:rsidR="00C0068B" w:rsidRPr="008B7000" w:rsidRDefault="00C0068B" w:rsidP="00C0068B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2 (min. hodnota 3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5F55ECEE" w14:textId="77777777" w:rsidR="00C0068B" w:rsidRPr="00447B8F" w:rsidRDefault="00C0068B" w:rsidP="00C0068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0068B" w:rsidRPr="00447B8F" w14:paraId="1E8681D4" w14:textId="77777777" w:rsidTr="00C151A6">
        <w:trPr>
          <w:trHeight w:val="1093"/>
        </w:trPr>
        <w:tc>
          <w:tcPr>
            <w:tcW w:w="4179" w:type="dxa"/>
            <w:shd w:val="clear" w:color="auto" w:fill="auto"/>
          </w:tcPr>
          <w:p w14:paraId="7E6F3F53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0CDD3D54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3503F2B6" w14:textId="77777777" w:rsidTr="00C151A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92F7257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C4242A8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1393BD06" w14:textId="77777777" w:rsidTr="00C151A6">
        <w:trPr>
          <w:trHeight w:val="1727"/>
        </w:trPr>
        <w:tc>
          <w:tcPr>
            <w:tcW w:w="4179" w:type="dxa"/>
            <w:shd w:val="clear" w:color="auto" w:fill="auto"/>
          </w:tcPr>
          <w:p w14:paraId="7382F520" w14:textId="77777777" w:rsidR="00C0068B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202B1A2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 – max. 400 znaků)</w:t>
            </w:r>
          </w:p>
        </w:tc>
        <w:tc>
          <w:tcPr>
            <w:tcW w:w="4326" w:type="dxa"/>
            <w:shd w:val="clear" w:color="auto" w:fill="auto"/>
          </w:tcPr>
          <w:p w14:paraId="3C6541A2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6CC0FF21" w14:textId="77777777" w:rsidTr="00C151A6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25C73924" w14:textId="77777777" w:rsidR="00C0068B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</w:t>
            </w:r>
          </w:p>
          <w:p w14:paraId="66E7E920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E762AA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346DB709" w14:textId="77777777" w:rsidTr="00C151A6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430879FE" w14:textId="77777777" w:rsidR="00C0068B" w:rsidRPr="00447B8F" w:rsidRDefault="00C0068B" w:rsidP="00C151A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3CD96B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4F7814A" w14:textId="321AF43E" w:rsidR="00666916" w:rsidRDefault="00666916" w:rsidP="00666916">
      <w:pPr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lastRenderedPageBreak/>
        <w:t>C)</w:t>
      </w:r>
    </w:p>
    <w:p w14:paraId="692B3054" w14:textId="5D415160" w:rsidR="00C0068B" w:rsidRPr="008B7000" w:rsidRDefault="00C0068B" w:rsidP="00C0068B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3 (min. hodnota 3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38E9F1F7" w14:textId="77777777" w:rsidR="00C0068B" w:rsidRPr="00447B8F" w:rsidRDefault="00C0068B" w:rsidP="00C0068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0068B" w:rsidRPr="00447B8F" w14:paraId="60145507" w14:textId="77777777" w:rsidTr="00C151A6">
        <w:trPr>
          <w:trHeight w:val="1093"/>
        </w:trPr>
        <w:tc>
          <w:tcPr>
            <w:tcW w:w="4179" w:type="dxa"/>
            <w:shd w:val="clear" w:color="auto" w:fill="auto"/>
          </w:tcPr>
          <w:p w14:paraId="01F45658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15A117A2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0EB841DE" w14:textId="77777777" w:rsidTr="00C151A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70EE0B6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CF608F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0D93D507" w14:textId="77777777" w:rsidTr="00C151A6">
        <w:trPr>
          <w:trHeight w:val="1727"/>
        </w:trPr>
        <w:tc>
          <w:tcPr>
            <w:tcW w:w="4179" w:type="dxa"/>
            <w:shd w:val="clear" w:color="auto" w:fill="auto"/>
          </w:tcPr>
          <w:p w14:paraId="4DC3950C" w14:textId="77777777" w:rsidR="00C0068B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6339DE6D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 – max. 400 znaků)</w:t>
            </w:r>
          </w:p>
        </w:tc>
        <w:tc>
          <w:tcPr>
            <w:tcW w:w="4326" w:type="dxa"/>
            <w:shd w:val="clear" w:color="auto" w:fill="auto"/>
          </w:tcPr>
          <w:p w14:paraId="3E16D91C" w14:textId="77777777" w:rsidR="00C0068B" w:rsidRPr="00447B8F" w:rsidRDefault="00C0068B" w:rsidP="00C151A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7AF37BFA" w14:textId="77777777" w:rsidTr="00C151A6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7B601673" w14:textId="77777777" w:rsidR="00C0068B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referenční zakázky</w:t>
            </w:r>
          </w:p>
          <w:p w14:paraId="304A40B9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BA1D84B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068B" w:rsidRPr="00447B8F" w14:paraId="32D93332" w14:textId="77777777" w:rsidTr="00C151A6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69E811A4" w14:textId="77777777" w:rsidR="00C0068B" w:rsidRPr="00447B8F" w:rsidRDefault="00C0068B" w:rsidP="00C151A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F9A91B" w14:textId="77777777" w:rsidR="00C0068B" w:rsidRPr="00447B8F" w:rsidRDefault="00C0068B" w:rsidP="00C151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F18AD9D" w14:textId="56722EA8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74EEC36" w14:textId="2D423339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1B64C5CD" w14:textId="0404FCE1" w:rsidR="00666916" w:rsidRDefault="00666916" w:rsidP="0066691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seznam referenčních zakázek o příslušný počet referenčních zakázek, přičemž jejich název označí vždy následujícím vzestupným pořadovým číslem.</w:t>
      </w:r>
    </w:p>
    <w:p w14:paraId="4E24DC7E" w14:textId="77777777" w:rsidR="00666916" w:rsidRDefault="00666916" w:rsidP="00666916">
      <w:pPr>
        <w:jc w:val="both"/>
        <w:rPr>
          <w:rFonts w:ascii="Arial" w:hAnsi="Arial" w:cs="Arial"/>
          <w:b/>
          <w:sz w:val="20"/>
          <w:szCs w:val="20"/>
        </w:rPr>
      </w:pPr>
    </w:p>
    <w:p w14:paraId="78D18D3E" w14:textId="1A247CFC" w:rsidR="00666916" w:rsidRDefault="00666916" w:rsidP="0066691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95125F" w14:textId="124E73BB" w:rsidR="00666916" w:rsidRPr="004E4FE9" w:rsidRDefault="00666916" w:rsidP="0066691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Dále čestně prohlašuji, že výše uvedený dodavatel provedl všechny shora uvedené referenční zakázky řádně a odborně.</w:t>
      </w:r>
    </w:p>
    <w:p w14:paraId="1BEE92DE" w14:textId="77777777" w:rsidR="00666916" w:rsidRPr="00447B8F" w:rsidRDefault="00666916" w:rsidP="0066691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C367138" w14:textId="77777777" w:rsidR="00666916" w:rsidRPr="00447B8F" w:rsidRDefault="00666916" w:rsidP="00666916">
      <w:pPr>
        <w:jc w:val="both"/>
        <w:rPr>
          <w:rFonts w:ascii="Arial" w:hAnsi="Arial" w:cs="Arial"/>
          <w:sz w:val="20"/>
          <w:szCs w:val="20"/>
        </w:rPr>
      </w:pPr>
    </w:p>
    <w:p w14:paraId="5FA248DC" w14:textId="56AC4B2D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  <w:r w:rsidRPr="00666916">
        <w:rPr>
          <w:rFonts w:ascii="Arial" w:hAnsi="Arial" w:cs="Arial"/>
          <w:sz w:val="20"/>
          <w:szCs w:val="20"/>
          <w:highlight w:val="yellow"/>
        </w:rPr>
        <w:t>V </w:t>
      </w:r>
      <w:proofErr w:type="gramStart"/>
      <w:r w:rsidRPr="00666916">
        <w:rPr>
          <w:rFonts w:ascii="Arial" w:hAnsi="Arial" w:cs="Arial"/>
          <w:b/>
          <w:sz w:val="20"/>
          <w:szCs w:val="20"/>
          <w:highlight w:val="yellow"/>
        </w:rPr>
        <w:t>město</w:t>
      </w:r>
      <w:proofErr w:type="gramEnd"/>
      <w:r w:rsidRPr="00666916">
        <w:rPr>
          <w:rFonts w:ascii="Arial" w:hAnsi="Arial" w:cs="Arial"/>
          <w:sz w:val="20"/>
          <w:szCs w:val="20"/>
          <w:highlight w:val="yellow"/>
        </w:rPr>
        <w:t xml:space="preserve"> dne DD. MM. </w:t>
      </w:r>
      <w:r w:rsidR="00556306">
        <w:rPr>
          <w:rFonts w:ascii="Arial" w:hAnsi="Arial" w:cs="Arial"/>
          <w:sz w:val="20"/>
          <w:szCs w:val="20"/>
        </w:rPr>
        <w:t>2019</w:t>
      </w:r>
    </w:p>
    <w:p w14:paraId="6FD1FFC1" w14:textId="77777777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664D752A" w14:textId="77777777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794E529A" w14:textId="24F6DB27" w:rsidR="00BF5695" w:rsidRDefault="00666916" w:rsidP="00556306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447B8F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sectPr w:rsidR="00BF5695" w:rsidSect="003A581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81860" w14:textId="77777777" w:rsidR="00D864C5" w:rsidRDefault="00D864C5">
      <w:r>
        <w:separator/>
      </w:r>
    </w:p>
  </w:endnote>
  <w:endnote w:type="continuationSeparator" w:id="0">
    <w:p w14:paraId="178D3C39" w14:textId="77777777" w:rsidR="00D864C5" w:rsidRDefault="00D8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F0610" w14:textId="77777777" w:rsidR="00666916" w:rsidRDefault="0066691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285FA4" w14:textId="77777777" w:rsidR="00666916" w:rsidRDefault="0066691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09671" w14:textId="77777777" w:rsidR="00666916" w:rsidRPr="00D03CD0" w:rsidRDefault="0066691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F7F1" w14:textId="77777777" w:rsidR="00666916" w:rsidRPr="00D03CD0" w:rsidRDefault="00666916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AA26A" w14:textId="77777777" w:rsidR="00611635" w:rsidRDefault="0061163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35A15C" w14:textId="77777777" w:rsidR="00611635" w:rsidRDefault="00611635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2DB7E" w14:textId="77777777" w:rsidR="00611635" w:rsidRPr="00D03CD0" w:rsidRDefault="00611635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E182" w14:textId="77777777" w:rsidR="00611635" w:rsidRPr="00D03CD0" w:rsidRDefault="00611635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AA140" w14:textId="77777777" w:rsidR="00D864C5" w:rsidRDefault="00D864C5">
      <w:r>
        <w:separator/>
      </w:r>
    </w:p>
  </w:footnote>
  <w:footnote w:type="continuationSeparator" w:id="0">
    <w:p w14:paraId="703279B6" w14:textId="77777777" w:rsidR="00D864C5" w:rsidRDefault="00D86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9D8E9" w14:textId="77777777" w:rsidR="00666916" w:rsidRPr="00916F56" w:rsidRDefault="0066691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72C8" w14:textId="77777777" w:rsidR="00666916" w:rsidRDefault="00666916" w:rsidP="008D7673">
    <w:pPr>
      <w:pStyle w:val="Zhlav"/>
      <w:jc w:val="center"/>
      <w:rPr>
        <w:b/>
      </w:rPr>
    </w:pPr>
  </w:p>
  <w:p w14:paraId="00AC110B" w14:textId="77777777" w:rsidR="00666916" w:rsidRDefault="00666916" w:rsidP="008D7673">
    <w:pPr>
      <w:pStyle w:val="Zhlav"/>
      <w:jc w:val="center"/>
      <w:rPr>
        <w:b/>
      </w:rPr>
    </w:pPr>
  </w:p>
  <w:p w14:paraId="641670D1" w14:textId="77777777" w:rsidR="00666916" w:rsidRPr="001137C9" w:rsidRDefault="0066691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7728" behindDoc="0" locked="1" layoutInCell="1" allowOverlap="1" wp14:anchorId="36F4EE1E" wp14:editId="6D5FB615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C65D7" w14:textId="77777777" w:rsidR="00611635" w:rsidRPr="00916F56" w:rsidRDefault="00611635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920B" w14:textId="77777777" w:rsidR="00611635" w:rsidRDefault="00611635" w:rsidP="008D7673">
    <w:pPr>
      <w:pStyle w:val="Zhlav"/>
      <w:jc w:val="center"/>
      <w:rPr>
        <w:b/>
      </w:rPr>
    </w:pPr>
  </w:p>
  <w:p w14:paraId="0F2BAB68" w14:textId="77777777" w:rsidR="00611635" w:rsidRDefault="00611635" w:rsidP="008D7673">
    <w:pPr>
      <w:pStyle w:val="Zhlav"/>
      <w:jc w:val="center"/>
      <w:rPr>
        <w:b/>
      </w:rPr>
    </w:pPr>
  </w:p>
  <w:p w14:paraId="195B6E8E" w14:textId="77777777" w:rsidR="00611635" w:rsidRPr="001137C9" w:rsidRDefault="0061163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800" behindDoc="0" locked="1" layoutInCell="1" allowOverlap="1" wp14:anchorId="20EDA594" wp14:editId="57F5E63F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1E3A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3A66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306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63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6916"/>
    <w:rsid w:val="00667077"/>
    <w:rsid w:val="00672B91"/>
    <w:rsid w:val="00676253"/>
    <w:rsid w:val="0068182C"/>
    <w:rsid w:val="00683561"/>
    <w:rsid w:val="0068494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03FE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2740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517A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068B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64C5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  <w15:docId w15:val="{44D6DE5A-6265-440A-A1AA-452FB8AA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B88001C4829444BF19670DC4E46A47" ma:contentTypeVersion="" ma:contentTypeDescription="Vytvoří nový dokument" ma:contentTypeScope="" ma:versionID="ed5401b8894b38c7c104b38a7fe0da9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035A2-CB3B-45E5-AE76-E3AAAE258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$ListId:dokumentyvz;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2018-04-16T14:33:00Z</cp:lastPrinted>
  <dcterms:created xsi:type="dcterms:W3CDTF">2019-11-25T16:34:00Z</dcterms:created>
  <dcterms:modified xsi:type="dcterms:W3CDTF">2019-11-25T16:34:00Z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0x0101002BB88001C4829444BF19670DC4E46A47</vt:lpwstr>
  </property>
</Properties>
</file>